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8653A68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3720D9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53F8495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3720D9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3720D9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56767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41C2B" w14:textId="77777777" w:rsidR="00786428" w:rsidRDefault="00786428" w:rsidP="00C16ABF">
      <w:pPr>
        <w:spacing w:after="0" w:line="240" w:lineRule="auto"/>
      </w:pPr>
      <w:r>
        <w:separator/>
      </w:r>
    </w:p>
  </w:endnote>
  <w:endnote w:type="continuationSeparator" w:id="0">
    <w:p w14:paraId="4DEFF691" w14:textId="77777777" w:rsidR="00786428" w:rsidRDefault="007864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5242A" w14:textId="77777777" w:rsidR="00786428" w:rsidRDefault="00786428" w:rsidP="00C16ABF">
      <w:pPr>
        <w:spacing w:after="0" w:line="240" w:lineRule="auto"/>
      </w:pPr>
      <w:r>
        <w:separator/>
      </w:r>
    </w:p>
  </w:footnote>
  <w:footnote w:type="continuationSeparator" w:id="0">
    <w:p w14:paraId="16520783" w14:textId="77777777" w:rsidR="00786428" w:rsidRDefault="00786428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720D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642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F4467E-8CC0-4788-B71A-50947B52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2020-12-13T21:42:00Z</dcterms:created>
  <dcterms:modified xsi:type="dcterms:W3CDTF">2021-11-05T13:46:00Z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